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183" w:rsidRDefault="00A60DC1" w:rsidP="008567A9">
      <w:pPr>
        <w:spacing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en-NZ"/>
        </w:rPr>
      </w:pPr>
      <w:r>
        <w:rPr>
          <w:rFonts w:ascii="Segoe UI" w:eastAsia="Times New Roman" w:hAnsi="Segoe UI" w:cs="Segoe UI"/>
          <w:noProof/>
          <w:color w:val="656565"/>
          <w:sz w:val="16"/>
          <w:szCs w:val="16"/>
          <w:lang w:eastAsia="en-NZ"/>
        </w:rPr>
        <w:drawing>
          <wp:anchor distT="0" distB="0" distL="114300" distR="114300" simplePos="0" relativeHeight="251658240" behindDoc="1" locked="0" layoutInCell="1" allowOverlap="1" wp14:anchorId="16B840B2" wp14:editId="3596A038">
            <wp:simplePos x="0" y="0"/>
            <wp:positionH relativeFrom="column">
              <wp:posOffset>3676650</wp:posOffset>
            </wp:positionH>
            <wp:positionV relativeFrom="paragraph">
              <wp:posOffset>168910</wp:posOffset>
            </wp:positionV>
            <wp:extent cx="1438910" cy="1438910"/>
            <wp:effectExtent l="0" t="0" r="8890" b="8890"/>
            <wp:wrapThrough wrapText="bothSides">
              <wp:wrapPolygon edited="0">
                <wp:start x="0" y="0"/>
                <wp:lineTo x="0" y="21447"/>
                <wp:lineTo x="21447" y="21447"/>
                <wp:lineTo x="21447" y="0"/>
                <wp:lineTo x="0" y="0"/>
              </wp:wrapPolygon>
            </wp:wrapThrough>
            <wp:docPr id="5" name="Picture 5" descr="http://ultranet.stdoms.ac.nz/DataStore/Users/year7/uSpace/Portfolio/823/asiangir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ultranet.stdoms.ac.nz/DataStore/Users/year7/uSpace/Portfolio/823/asiangir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910" cy="143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18AA" w:rsidRPr="00850672">
        <w:rPr>
          <w:rFonts w:ascii="Segoe UI" w:eastAsia="Times New Roman" w:hAnsi="Segoe UI" w:cs="Segoe UI"/>
          <w:b/>
          <w:bCs/>
          <w:color w:val="656565"/>
          <w:sz w:val="48"/>
          <w:szCs w:val="48"/>
          <w:lang w:eastAsia="en-NZ"/>
        </w:rPr>
        <w:t xml:space="preserve">My </w:t>
      </w:r>
      <w:r w:rsidR="00D818AA">
        <w:rPr>
          <w:rFonts w:ascii="Segoe UI" w:eastAsia="Times New Roman" w:hAnsi="Segoe UI" w:cs="Segoe UI"/>
          <w:b/>
          <w:bCs/>
          <w:color w:val="656565"/>
          <w:sz w:val="48"/>
          <w:szCs w:val="48"/>
          <w:lang w:eastAsia="en-NZ"/>
        </w:rPr>
        <w:t xml:space="preserve">SMART Literacy Goal </w:t>
      </w:r>
      <w:r w:rsidR="00D818AA">
        <w:rPr>
          <w:rFonts w:ascii="Segoe UI" w:eastAsia="Times New Roman" w:hAnsi="Segoe UI" w:cs="Segoe UI"/>
          <w:noProof/>
          <w:color w:val="656565"/>
          <w:sz w:val="16"/>
          <w:szCs w:val="16"/>
          <w:lang w:eastAsia="en-NZ"/>
        </w:rPr>
        <w:drawing>
          <wp:anchor distT="0" distB="0" distL="114300" distR="114300" simplePos="0" relativeHeight="251659264" behindDoc="1" locked="0" layoutInCell="1" allowOverlap="1" wp14:anchorId="45AFDB24" wp14:editId="0676DC02">
            <wp:simplePos x="0" y="0"/>
            <wp:positionH relativeFrom="column">
              <wp:posOffset>5137150</wp:posOffset>
            </wp:positionH>
            <wp:positionV relativeFrom="paragraph">
              <wp:posOffset>111760</wp:posOffset>
            </wp:positionV>
            <wp:extent cx="1414780" cy="1414780"/>
            <wp:effectExtent l="0" t="0" r="0" b="0"/>
            <wp:wrapThrough wrapText="bothSides">
              <wp:wrapPolygon edited="0">
                <wp:start x="0" y="0"/>
                <wp:lineTo x="0" y="21232"/>
                <wp:lineTo x="21232" y="21232"/>
                <wp:lineTo x="21232" y="0"/>
                <wp:lineTo x="0" y="0"/>
              </wp:wrapPolygon>
            </wp:wrapThrough>
            <wp:docPr id="4" name="Picture 4" descr="http://ultranet.stdoms.ac.nz/DataStore/Users/year7/uSpace/Portfolio/823/afgirlread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ultranet.stdoms.ac.nz/DataStore/Users/year7/uSpace/Portfolio/823/afgirlreading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780" cy="141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67A9" w:rsidRDefault="008567A9" w:rsidP="008567A9">
      <w:pPr>
        <w:spacing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en-NZ"/>
        </w:rPr>
      </w:pPr>
      <w:r>
        <w:rPr>
          <w:rFonts w:ascii="Segoe UI" w:eastAsia="Times New Roman" w:hAnsi="Segoe UI" w:cs="Segoe UI"/>
          <w:color w:val="000000"/>
          <w:sz w:val="24"/>
          <w:szCs w:val="24"/>
          <w:lang w:eastAsia="en-NZ"/>
        </w:rPr>
        <w:t xml:space="preserve">After testing you and your </w:t>
      </w:r>
      <w:r w:rsidR="00FF3183">
        <w:rPr>
          <w:rFonts w:ascii="Segoe UI" w:eastAsia="Times New Roman" w:hAnsi="Segoe UI" w:cs="Segoe UI"/>
          <w:color w:val="000000"/>
          <w:sz w:val="24"/>
          <w:szCs w:val="24"/>
          <w:lang w:eastAsia="en-NZ"/>
        </w:rPr>
        <w:t xml:space="preserve">English teacher </w:t>
      </w:r>
      <w:r w:rsidR="0098146D">
        <w:rPr>
          <w:rFonts w:ascii="Segoe UI" w:eastAsia="Times New Roman" w:hAnsi="Segoe UI" w:cs="Segoe UI"/>
          <w:color w:val="000000"/>
          <w:sz w:val="24"/>
          <w:szCs w:val="24"/>
          <w:lang w:eastAsia="en-NZ"/>
        </w:rPr>
        <w:t>will discuss some aspects of either reading or writing that you need to focus on in order to improve.</w:t>
      </w:r>
    </w:p>
    <w:p w:rsidR="0098146D" w:rsidRDefault="0098146D" w:rsidP="008567A9">
      <w:pPr>
        <w:spacing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en-NZ"/>
        </w:rPr>
      </w:pPr>
      <w:r>
        <w:rPr>
          <w:rFonts w:ascii="Segoe UI" w:eastAsia="Times New Roman" w:hAnsi="Segoe UI" w:cs="Segoe UI"/>
          <w:color w:val="000000"/>
          <w:sz w:val="24"/>
          <w:szCs w:val="24"/>
          <w:lang w:eastAsia="en-NZ"/>
        </w:rPr>
        <w:t>Year 7 and 8: If you are scoring 4A and above in reading, then your focus would be on forming a writing goal.</w:t>
      </w:r>
    </w:p>
    <w:p w:rsidR="00A545E3" w:rsidRPr="00A60DC1" w:rsidRDefault="0098146D" w:rsidP="00A60DC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>
        <w:rPr>
          <w:rFonts w:ascii="Segoe UI" w:eastAsia="Times New Roman" w:hAnsi="Segoe UI" w:cs="Segoe UI"/>
          <w:color w:val="000000"/>
          <w:sz w:val="24"/>
          <w:szCs w:val="24"/>
          <w:lang w:eastAsia="en-NZ"/>
        </w:rPr>
        <w:t>Year 9 and 10: If you are scoring 5P/5A and above, then your focus would be on forming a writing goal.</w:t>
      </w:r>
    </w:p>
    <w:tbl>
      <w:tblPr>
        <w:tblW w:w="963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9"/>
      </w:tblGrid>
      <w:tr w:rsidR="00A545E3" w:rsidRPr="00437774" w:rsidTr="00A545E3">
        <w:trPr>
          <w:tblCellSpacing w:w="15" w:type="dxa"/>
        </w:trPr>
        <w:tc>
          <w:tcPr>
            <w:tcW w:w="0" w:type="auto"/>
            <w:shd w:val="clear" w:color="auto" w:fill="C2D69B" w:themeFill="accent3" w:themeFillTint="99"/>
            <w:vAlign w:val="center"/>
            <w:hideMark/>
          </w:tcPr>
          <w:p w:rsidR="00A545E3" w:rsidRPr="005F0CAC" w:rsidRDefault="00A545E3" w:rsidP="00FD2D9F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</w:pPr>
            <w:r w:rsidRPr="005F0CAC"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  <w:t xml:space="preserve">Start of year </w:t>
            </w:r>
            <w:r w:rsidR="0093714C"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  <w:t>Literacy</w:t>
            </w:r>
            <w:r w:rsidRPr="005F0CAC"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  <w:t xml:space="preserve"> GOAL:</w:t>
            </w:r>
          </w:p>
          <w:p w:rsidR="00A545E3" w:rsidRPr="005F0CAC" w:rsidRDefault="00A545E3" w:rsidP="00FD2D9F">
            <w:pPr>
              <w:spacing w:after="0" w:line="240" w:lineRule="auto"/>
              <w:rPr>
                <w:rFonts w:ascii="Segoe UI" w:eastAsia="Times New Roman" w:hAnsi="Segoe UI" w:cs="Segoe UI"/>
                <w:b/>
                <w:color w:val="656565"/>
                <w:sz w:val="24"/>
                <w:szCs w:val="24"/>
                <w:lang w:eastAsia="en-NZ"/>
              </w:rPr>
            </w:pPr>
          </w:p>
        </w:tc>
      </w:tr>
      <w:tr w:rsidR="00A545E3" w:rsidRPr="00850672" w:rsidTr="00A545E3">
        <w:trPr>
          <w:tblCellSpacing w:w="15" w:type="dxa"/>
        </w:trPr>
        <w:tc>
          <w:tcPr>
            <w:tcW w:w="0" w:type="auto"/>
            <w:shd w:val="clear" w:color="auto" w:fill="EAF1DD" w:themeFill="accent3" w:themeFillTint="33"/>
            <w:vAlign w:val="center"/>
            <w:hideMark/>
          </w:tcPr>
          <w:p w:rsidR="00A545E3" w:rsidRPr="005F0CAC" w:rsidRDefault="00A545E3" w:rsidP="00FD2D9F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</w:pPr>
            <w:r w:rsidRPr="005F0CAC"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  <w:t>What do I need to do to achieve this:</w:t>
            </w:r>
          </w:p>
          <w:p w:rsidR="00A545E3" w:rsidRPr="005F0CAC" w:rsidRDefault="00A545E3" w:rsidP="00FD2D9F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4"/>
                <w:szCs w:val="24"/>
                <w:lang w:eastAsia="en-NZ"/>
              </w:rPr>
            </w:pPr>
            <w:r w:rsidRPr="005F0CAC"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  <w:br/>
            </w:r>
          </w:p>
        </w:tc>
      </w:tr>
    </w:tbl>
    <w:p w:rsidR="00A545E3" w:rsidRDefault="00A545E3" w:rsidP="00AE29A1">
      <w:pPr>
        <w:jc w:val="center"/>
      </w:pPr>
    </w:p>
    <w:tbl>
      <w:tblPr>
        <w:tblW w:w="963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9"/>
      </w:tblGrid>
      <w:tr w:rsidR="00A545E3" w:rsidRPr="00437774" w:rsidTr="00A545E3">
        <w:trPr>
          <w:tblCellSpacing w:w="15" w:type="dxa"/>
        </w:trPr>
        <w:tc>
          <w:tcPr>
            <w:tcW w:w="0" w:type="auto"/>
            <w:shd w:val="clear" w:color="auto" w:fill="C2D69B" w:themeFill="accent3" w:themeFillTint="99"/>
            <w:vAlign w:val="center"/>
            <w:hideMark/>
          </w:tcPr>
          <w:p w:rsidR="00A545E3" w:rsidRPr="005F0CAC" w:rsidRDefault="00A545E3" w:rsidP="00FD2D9F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</w:pPr>
            <w:r w:rsidRPr="005F0CAC"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  <w:t xml:space="preserve">Mid-Year </w:t>
            </w:r>
            <w:r w:rsidR="0093714C"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  <w:t>Literacy</w:t>
            </w:r>
            <w:r w:rsidRPr="005F0CAC"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  <w:t xml:space="preserve"> GOAL: Have I achieved my GOAL? Do I need to set a new GOAL? </w:t>
            </w:r>
          </w:p>
          <w:p w:rsidR="00A545E3" w:rsidRPr="005F0CAC" w:rsidRDefault="00A545E3" w:rsidP="00FD2D9F">
            <w:pPr>
              <w:spacing w:after="0" w:line="240" w:lineRule="auto"/>
              <w:rPr>
                <w:rFonts w:ascii="Segoe UI" w:eastAsia="Times New Roman" w:hAnsi="Segoe UI" w:cs="Segoe UI"/>
                <w:b/>
                <w:color w:val="656565"/>
                <w:sz w:val="24"/>
                <w:szCs w:val="24"/>
                <w:lang w:eastAsia="en-NZ"/>
              </w:rPr>
            </w:pPr>
            <w:r w:rsidRPr="005F0CAC">
              <w:rPr>
                <w:rFonts w:ascii="Segoe UI" w:eastAsia="Times New Roman" w:hAnsi="Segoe UI" w:cs="Segoe UI"/>
                <w:b/>
                <w:color w:val="656565"/>
                <w:sz w:val="24"/>
                <w:szCs w:val="24"/>
                <w:lang w:eastAsia="en-NZ"/>
              </w:rPr>
              <w:t>New GOAL:</w:t>
            </w:r>
          </w:p>
          <w:p w:rsidR="00A545E3" w:rsidRPr="005F0CAC" w:rsidRDefault="00A545E3" w:rsidP="00FD2D9F">
            <w:pPr>
              <w:spacing w:after="0" w:line="240" w:lineRule="auto"/>
              <w:rPr>
                <w:rFonts w:ascii="Segoe UI" w:eastAsia="Times New Roman" w:hAnsi="Segoe UI" w:cs="Segoe UI"/>
                <w:b/>
                <w:color w:val="656565"/>
                <w:sz w:val="24"/>
                <w:szCs w:val="24"/>
                <w:lang w:eastAsia="en-NZ"/>
              </w:rPr>
            </w:pPr>
          </w:p>
        </w:tc>
      </w:tr>
      <w:tr w:rsidR="00A545E3" w:rsidRPr="00850672" w:rsidTr="00A545E3">
        <w:trPr>
          <w:tblCellSpacing w:w="15" w:type="dxa"/>
        </w:trPr>
        <w:tc>
          <w:tcPr>
            <w:tcW w:w="0" w:type="auto"/>
            <w:shd w:val="clear" w:color="auto" w:fill="EAF1DD" w:themeFill="accent3" w:themeFillTint="33"/>
            <w:vAlign w:val="center"/>
            <w:hideMark/>
          </w:tcPr>
          <w:p w:rsidR="00A545E3" w:rsidRPr="005F0CAC" w:rsidRDefault="00A545E3" w:rsidP="00FD2D9F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</w:pPr>
            <w:r w:rsidRPr="005F0CAC"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  <w:t>Actions:</w:t>
            </w:r>
          </w:p>
          <w:p w:rsidR="00A545E3" w:rsidRPr="005F0CAC" w:rsidRDefault="00A545E3" w:rsidP="00FD2D9F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</w:pPr>
          </w:p>
          <w:p w:rsidR="00A545E3" w:rsidRPr="005F0CAC" w:rsidRDefault="00A545E3" w:rsidP="00FD2D9F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4"/>
                <w:szCs w:val="24"/>
                <w:lang w:eastAsia="en-NZ"/>
              </w:rPr>
            </w:pPr>
            <w:r w:rsidRPr="005F0CAC"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  <w:br/>
            </w:r>
          </w:p>
        </w:tc>
      </w:tr>
    </w:tbl>
    <w:p w:rsidR="00A545E3" w:rsidRDefault="00A545E3" w:rsidP="00A545E3"/>
    <w:tbl>
      <w:tblPr>
        <w:tblW w:w="963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9"/>
      </w:tblGrid>
      <w:tr w:rsidR="00A545E3" w:rsidRPr="00437774" w:rsidTr="00A545E3">
        <w:trPr>
          <w:tblCellSpacing w:w="15" w:type="dxa"/>
        </w:trPr>
        <w:tc>
          <w:tcPr>
            <w:tcW w:w="0" w:type="auto"/>
            <w:shd w:val="clear" w:color="auto" w:fill="C2D69B" w:themeFill="accent3" w:themeFillTint="99"/>
            <w:vAlign w:val="center"/>
            <w:hideMark/>
          </w:tcPr>
          <w:p w:rsidR="00A545E3" w:rsidRPr="005F0CAC" w:rsidRDefault="00A545E3" w:rsidP="00A545E3">
            <w:pPr>
              <w:shd w:val="clear" w:color="auto" w:fill="C2D69B" w:themeFill="accent3" w:themeFillTint="99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</w:pPr>
            <w:r w:rsidRPr="005F0CAC"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  <w:t xml:space="preserve"> End of year </w:t>
            </w:r>
            <w:r w:rsidR="0093714C"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  <w:t>Literacy</w:t>
            </w:r>
            <w:r w:rsidR="0093714C" w:rsidRPr="005F0CAC"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  <w:t xml:space="preserve"> </w:t>
            </w:r>
            <w:r w:rsidRPr="005F0CAC"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  <w:t>GOAL</w:t>
            </w:r>
            <w:r w:rsidR="0093714C"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  <w:t>: Have I Achieved My Goal</w:t>
            </w:r>
            <w:r w:rsidRPr="005F0CAC"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  <w:t>?</w:t>
            </w:r>
          </w:p>
          <w:p w:rsidR="00A545E3" w:rsidRPr="005F0CAC" w:rsidRDefault="00A545E3" w:rsidP="00A545E3">
            <w:pPr>
              <w:shd w:val="clear" w:color="auto" w:fill="C2D69B" w:themeFill="accent3" w:themeFillTint="99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</w:pPr>
          </w:p>
          <w:p w:rsidR="00A545E3" w:rsidRPr="005F0CAC" w:rsidRDefault="00A545E3" w:rsidP="00FD2D9F">
            <w:pPr>
              <w:spacing w:after="0" w:line="240" w:lineRule="auto"/>
              <w:rPr>
                <w:rFonts w:ascii="Segoe UI" w:eastAsia="Times New Roman" w:hAnsi="Segoe UI" w:cs="Segoe UI"/>
                <w:b/>
                <w:color w:val="656565"/>
                <w:sz w:val="24"/>
                <w:szCs w:val="24"/>
                <w:lang w:eastAsia="en-NZ"/>
              </w:rPr>
            </w:pPr>
          </w:p>
        </w:tc>
      </w:tr>
      <w:tr w:rsidR="00A545E3" w:rsidRPr="00850672" w:rsidTr="00A545E3">
        <w:trPr>
          <w:tblCellSpacing w:w="15" w:type="dxa"/>
        </w:trPr>
        <w:tc>
          <w:tcPr>
            <w:tcW w:w="0" w:type="auto"/>
            <w:shd w:val="clear" w:color="auto" w:fill="EAF1DD" w:themeFill="accent3" w:themeFillTint="33"/>
            <w:vAlign w:val="center"/>
            <w:hideMark/>
          </w:tcPr>
          <w:p w:rsidR="00A545E3" w:rsidRPr="005F0CAC" w:rsidRDefault="00A545E3" w:rsidP="00FD2D9F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</w:pPr>
            <w:r w:rsidRPr="005F0CAC"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  <w:t>What do I hope to achieve for the rest of the year and into next year?</w:t>
            </w:r>
          </w:p>
          <w:p w:rsidR="00A545E3" w:rsidRPr="005F0CAC" w:rsidRDefault="00A545E3" w:rsidP="00FD2D9F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</w:pPr>
          </w:p>
          <w:p w:rsidR="00A545E3" w:rsidRPr="005F0CAC" w:rsidRDefault="00A545E3" w:rsidP="00FD2D9F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4"/>
                <w:szCs w:val="24"/>
                <w:lang w:eastAsia="en-NZ"/>
              </w:rPr>
            </w:pPr>
            <w:r w:rsidRPr="005F0CAC"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  <w:br/>
            </w:r>
          </w:p>
        </w:tc>
      </w:tr>
    </w:tbl>
    <w:p w:rsidR="00A545E3" w:rsidRPr="007611DE" w:rsidRDefault="00A545E3" w:rsidP="00A545E3"/>
    <w:p w:rsidR="00D818AA" w:rsidRDefault="00D818AA" w:rsidP="00863D3B"/>
    <w:p w:rsidR="00D818AA" w:rsidRDefault="00D818AA">
      <w:r>
        <w:br w:type="page"/>
      </w:r>
    </w:p>
    <w:p w:rsidR="00FD2D9F" w:rsidRDefault="001F7C4F" w:rsidP="00FD2D9F">
      <w:pPr>
        <w:spacing w:line="240" w:lineRule="auto"/>
        <w:rPr>
          <w:rFonts w:ascii="Segoe UI" w:eastAsia="Times New Roman" w:hAnsi="Segoe UI" w:cs="Segoe UI"/>
          <w:b/>
          <w:bCs/>
          <w:color w:val="656565"/>
          <w:sz w:val="39"/>
          <w:szCs w:val="39"/>
          <w:lang w:eastAsia="en-NZ"/>
        </w:rPr>
      </w:pPr>
      <w:r w:rsidRPr="00850672">
        <w:rPr>
          <w:rFonts w:ascii="Segoe UI" w:eastAsia="Times New Roman" w:hAnsi="Segoe UI" w:cs="Segoe UI"/>
          <w:b/>
          <w:bCs/>
          <w:color w:val="656565"/>
          <w:sz w:val="39"/>
          <w:szCs w:val="39"/>
          <w:lang w:eastAsia="en-NZ"/>
        </w:rPr>
        <w:lastRenderedPageBreak/>
        <w:t xml:space="preserve">My </w:t>
      </w:r>
      <w:r>
        <w:rPr>
          <w:rFonts w:ascii="Segoe UI" w:eastAsia="Times New Roman" w:hAnsi="Segoe UI" w:cs="Segoe UI"/>
          <w:b/>
          <w:bCs/>
          <w:color w:val="656565"/>
          <w:sz w:val="39"/>
          <w:szCs w:val="39"/>
          <w:lang w:eastAsia="en-NZ"/>
        </w:rPr>
        <w:t xml:space="preserve">SMART </w:t>
      </w:r>
      <w:r w:rsidRPr="00850672">
        <w:rPr>
          <w:rFonts w:ascii="Segoe UI" w:eastAsia="Times New Roman" w:hAnsi="Segoe UI" w:cs="Segoe UI"/>
          <w:b/>
          <w:bCs/>
          <w:color w:val="656565"/>
          <w:sz w:val="39"/>
          <w:szCs w:val="39"/>
          <w:lang w:eastAsia="en-NZ"/>
        </w:rPr>
        <w:t>Numeracy</w:t>
      </w:r>
      <w:r>
        <w:rPr>
          <w:rFonts w:ascii="Segoe UI" w:eastAsia="Times New Roman" w:hAnsi="Segoe UI" w:cs="Segoe UI"/>
          <w:b/>
          <w:bCs/>
          <w:color w:val="656565"/>
          <w:sz w:val="39"/>
          <w:szCs w:val="39"/>
          <w:lang w:eastAsia="en-NZ"/>
        </w:rPr>
        <w:t xml:space="preserve"> Goal</w:t>
      </w:r>
    </w:p>
    <w:p w:rsidR="001F7C4F" w:rsidRPr="001F7C4F" w:rsidRDefault="0006644E" w:rsidP="00FD2D9F">
      <w:pPr>
        <w:spacing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en-NZ"/>
        </w:rPr>
      </w:pPr>
      <w:r>
        <w:rPr>
          <w:rFonts w:ascii="Segoe UI" w:eastAsia="Times New Roman" w:hAnsi="Segoe UI" w:cs="Segoe UI"/>
          <w:noProof/>
          <w:color w:val="656565"/>
          <w:sz w:val="16"/>
          <w:szCs w:val="16"/>
          <w:lang w:eastAsia="en-NZ"/>
        </w:rPr>
        <w:drawing>
          <wp:anchor distT="0" distB="0" distL="114300" distR="114300" simplePos="0" relativeHeight="251661312" behindDoc="1" locked="0" layoutInCell="1" allowOverlap="1" wp14:anchorId="28EE1D29" wp14:editId="51E17FF1">
            <wp:simplePos x="0" y="0"/>
            <wp:positionH relativeFrom="column">
              <wp:posOffset>1854200</wp:posOffset>
            </wp:positionH>
            <wp:positionV relativeFrom="paragraph">
              <wp:posOffset>26035</wp:posOffset>
            </wp:positionV>
            <wp:extent cx="1111250" cy="1111250"/>
            <wp:effectExtent l="0" t="0" r="0" b="0"/>
            <wp:wrapSquare wrapText="bothSides"/>
            <wp:docPr id="9" name="Picture 9" descr="http://ultranet.stdoms.ac.nz/DataStore/Users/year7/uSpace/Portfolio/836/math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ltranet.stdoms.ac.nz/DataStore/Users/year7/uSpace/Portfolio/836/math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egoe UI" w:eastAsia="Times New Roman" w:hAnsi="Segoe UI" w:cs="Segoe UI"/>
          <w:noProof/>
          <w:color w:val="656565"/>
          <w:sz w:val="36"/>
          <w:szCs w:val="36"/>
          <w:lang w:eastAsia="en-NZ"/>
        </w:rPr>
        <w:drawing>
          <wp:anchor distT="0" distB="0" distL="114300" distR="114300" simplePos="0" relativeHeight="251663360" behindDoc="1" locked="0" layoutInCell="1" allowOverlap="1" wp14:anchorId="05CEE0EF" wp14:editId="6C97E5CC">
            <wp:simplePos x="0" y="0"/>
            <wp:positionH relativeFrom="column">
              <wp:posOffset>3521710</wp:posOffset>
            </wp:positionH>
            <wp:positionV relativeFrom="paragraph">
              <wp:posOffset>253365</wp:posOffset>
            </wp:positionV>
            <wp:extent cx="890270" cy="739140"/>
            <wp:effectExtent l="0" t="0" r="5080" b="3810"/>
            <wp:wrapSquare wrapText="bothSides"/>
            <wp:docPr id="6" name="Picture 6" descr="http://ultranet.stdoms.ac.nz/DataStore/Users/year7/uSpace/Portfolio/836/math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ltranet.stdoms.ac.nz/DataStore/Users/year7/uSpace/Portfolio/836/maths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27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egoe UI" w:eastAsia="Times New Roman" w:hAnsi="Segoe UI" w:cs="Segoe UI"/>
          <w:noProof/>
          <w:color w:val="656565"/>
          <w:sz w:val="16"/>
          <w:szCs w:val="16"/>
          <w:lang w:eastAsia="en-NZ"/>
        </w:rPr>
        <w:drawing>
          <wp:anchor distT="0" distB="0" distL="114300" distR="114300" simplePos="0" relativeHeight="251662336" behindDoc="1" locked="0" layoutInCell="1" allowOverlap="1" wp14:anchorId="1A57AD10" wp14:editId="3096EC25">
            <wp:simplePos x="0" y="0"/>
            <wp:positionH relativeFrom="column">
              <wp:posOffset>292100</wp:posOffset>
            </wp:positionH>
            <wp:positionV relativeFrom="paragraph">
              <wp:posOffset>64135</wp:posOffset>
            </wp:positionV>
            <wp:extent cx="1176655" cy="1073785"/>
            <wp:effectExtent l="0" t="0" r="4445" b="0"/>
            <wp:wrapSquare wrapText="bothSides"/>
            <wp:docPr id="8" name="Picture 8" descr="http://ultranet.stdoms.ac.nz/DataStore/Users/year7/uSpace/Portfolio/836/i-heart-maths-250x2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ltranet.stdoms.ac.nz/DataStore/Users/year7/uSpace/Portfolio/836/i-heart-maths-250x228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655" cy="107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644E" w:rsidRDefault="0006644E" w:rsidP="00FD2D9F">
      <w:pPr>
        <w:spacing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en-NZ"/>
        </w:rPr>
      </w:pPr>
    </w:p>
    <w:p w:rsidR="0006644E" w:rsidRDefault="0006644E" w:rsidP="00FD2D9F">
      <w:pPr>
        <w:spacing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en-NZ"/>
        </w:rPr>
      </w:pPr>
    </w:p>
    <w:p w:rsidR="0006644E" w:rsidRDefault="0006644E" w:rsidP="00FD2D9F">
      <w:pPr>
        <w:spacing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en-NZ"/>
        </w:rPr>
      </w:pPr>
    </w:p>
    <w:p w:rsidR="00FD2D9F" w:rsidRDefault="00FD2D9F" w:rsidP="00FD2D9F">
      <w:pPr>
        <w:spacing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en-NZ"/>
        </w:rPr>
      </w:pPr>
      <w:r>
        <w:rPr>
          <w:rFonts w:ascii="Segoe UI" w:eastAsia="Times New Roman" w:hAnsi="Segoe UI" w:cs="Segoe UI"/>
          <w:color w:val="000000"/>
          <w:sz w:val="24"/>
          <w:szCs w:val="24"/>
          <w:lang w:eastAsia="en-NZ"/>
        </w:rPr>
        <w:t>Set a SMART goal based on the outcomes of the tests* you have done in Term 1.  Your Mathematics teacher will help you.</w:t>
      </w:r>
    </w:p>
    <w:p w:rsidR="00FD2D9F" w:rsidRDefault="00FD2D9F" w:rsidP="00FD2D9F">
      <w:pPr>
        <w:spacing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en-NZ"/>
        </w:rPr>
      </w:pPr>
      <w:r>
        <w:rPr>
          <w:rFonts w:ascii="Segoe UI" w:eastAsia="Times New Roman" w:hAnsi="Segoe UI" w:cs="Segoe UI"/>
          <w:color w:val="000000"/>
          <w:sz w:val="24"/>
          <w:szCs w:val="24"/>
          <w:lang w:eastAsia="en-NZ"/>
        </w:rPr>
        <w:t>*Year 7 and 8:  Number Knowledge or Number Operations</w:t>
      </w:r>
    </w:p>
    <w:p w:rsidR="00FD2D9F" w:rsidRPr="00A60DC1" w:rsidRDefault="00FD2D9F" w:rsidP="00FD2D9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>
        <w:rPr>
          <w:rFonts w:ascii="Segoe UI" w:eastAsia="Times New Roman" w:hAnsi="Segoe UI" w:cs="Segoe UI"/>
          <w:color w:val="000000"/>
          <w:sz w:val="24"/>
          <w:szCs w:val="24"/>
          <w:lang w:eastAsia="en-NZ"/>
        </w:rPr>
        <w:t>*Year 9 and 10:  Number or Algebra</w:t>
      </w:r>
    </w:p>
    <w:tbl>
      <w:tblPr>
        <w:tblW w:w="963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9"/>
      </w:tblGrid>
      <w:tr w:rsidR="00FD2D9F" w:rsidRPr="00437774" w:rsidTr="00FD2D9F">
        <w:trPr>
          <w:tblCellSpacing w:w="15" w:type="dxa"/>
        </w:trPr>
        <w:tc>
          <w:tcPr>
            <w:tcW w:w="0" w:type="auto"/>
            <w:shd w:val="clear" w:color="auto" w:fill="92CDDC" w:themeFill="accent5" w:themeFillTint="99"/>
            <w:vAlign w:val="center"/>
            <w:hideMark/>
          </w:tcPr>
          <w:p w:rsidR="00FD2D9F" w:rsidRPr="005F0CAC" w:rsidRDefault="00FD2D9F" w:rsidP="00FD2D9F">
            <w:pPr>
              <w:shd w:val="clear" w:color="auto" w:fill="92CDDC" w:themeFill="accent5" w:themeFillTint="99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</w:pPr>
            <w:r w:rsidRPr="005F0CAC"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  <w:t xml:space="preserve">Start of year </w:t>
            </w:r>
            <w:r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  <w:t>Numeracy</w:t>
            </w:r>
            <w:r w:rsidRPr="005F0CAC"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  <w:t xml:space="preserve"> GOAL:</w:t>
            </w:r>
            <w:r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  <w:t xml:space="preserve"> To improve </w:t>
            </w:r>
          </w:p>
          <w:p w:rsidR="00FD2D9F" w:rsidRPr="005F0CAC" w:rsidRDefault="00FD2D9F" w:rsidP="00FD2D9F">
            <w:pPr>
              <w:spacing w:after="0" w:line="240" w:lineRule="auto"/>
              <w:rPr>
                <w:rFonts w:ascii="Segoe UI" w:eastAsia="Times New Roman" w:hAnsi="Segoe UI" w:cs="Segoe UI"/>
                <w:b/>
                <w:color w:val="656565"/>
                <w:sz w:val="24"/>
                <w:szCs w:val="24"/>
                <w:lang w:eastAsia="en-NZ"/>
              </w:rPr>
            </w:pPr>
          </w:p>
        </w:tc>
      </w:tr>
      <w:tr w:rsidR="00FD2D9F" w:rsidRPr="00850672" w:rsidTr="00FD2D9F">
        <w:trPr>
          <w:tblCellSpacing w:w="15" w:type="dxa"/>
        </w:trPr>
        <w:tc>
          <w:tcPr>
            <w:tcW w:w="0" w:type="auto"/>
            <w:shd w:val="clear" w:color="auto" w:fill="DAEEF3" w:themeFill="accent5" w:themeFillTint="33"/>
            <w:vAlign w:val="center"/>
            <w:hideMark/>
          </w:tcPr>
          <w:p w:rsidR="00FD2D9F" w:rsidRDefault="00FD2D9F" w:rsidP="00FD2D9F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</w:pPr>
            <w:r w:rsidRPr="005F0CAC"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  <w:t>What do I need to do to achieve this:</w:t>
            </w:r>
          </w:p>
          <w:p w:rsidR="00FD2D9F" w:rsidRDefault="00FD2D9F" w:rsidP="00FD2D9F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</w:pPr>
          </w:p>
          <w:p w:rsidR="00FD2D9F" w:rsidRPr="005F0CAC" w:rsidRDefault="00FD2D9F" w:rsidP="00FD2D9F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4"/>
                <w:szCs w:val="24"/>
                <w:lang w:eastAsia="en-NZ"/>
              </w:rPr>
            </w:pPr>
            <w:r w:rsidRPr="005F0CAC"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  <w:br/>
            </w:r>
          </w:p>
        </w:tc>
      </w:tr>
    </w:tbl>
    <w:p w:rsidR="00FD2D9F" w:rsidRDefault="00FD2D9F" w:rsidP="00FD2D9F"/>
    <w:tbl>
      <w:tblPr>
        <w:tblW w:w="963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9"/>
      </w:tblGrid>
      <w:tr w:rsidR="00FD2D9F" w:rsidRPr="00437774" w:rsidTr="00FD2D9F">
        <w:trPr>
          <w:tblCellSpacing w:w="15" w:type="dxa"/>
        </w:trPr>
        <w:tc>
          <w:tcPr>
            <w:tcW w:w="0" w:type="auto"/>
            <w:shd w:val="clear" w:color="auto" w:fill="92CDDC" w:themeFill="accent5" w:themeFillTint="99"/>
            <w:vAlign w:val="center"/>
            <w:hideMark/>
          </w:tcPr>
          <w:p w:rsidR="00FD2D9F" w:rsidRPr="005F0CAC" w:rsidRDefault="00FD2D9F" w:rsidP="00FD2D9F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</w:pPr>
            <w:r w:rsidRPr="005F0CAC"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  <w:t xml:space="preserve">Mid-Year </w:t>
            </w:r>
            <w:r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  <w:t>Numeracy</w:t>
            </w:r>
            <w:r w:rsidRPr="005F0CAC"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  <w:t xml:space="preserve"> GOAL: Have I achieved my GOAL? Do I need to set a new GOAL? </w:t>
            </w:r>
          </w:p>
          <w:p w:rsidR="00FD2D9F" w:rsidRPr="005F0CAC" w:rsidRDefault="00FD2D9F" w:rsidP="00FD2D9F">
            <w:pPr>
              <w:spacing w:after="0" w:line="240" w:lineRule="auto"/>
              <w:rPr>
                <w:rFonts w:ascii="Segoe UI" w:eastAsia="Times New Roman" w:hAnsi="Segoe UI" w:cs="Segoe UI"/>
                <w:b/>
                <w:color w:val="656565"/>
                <w:sz w:val="24"/>
                <w:szCs w:val="24"/>
                <w:lang w:eastAsia="en-NZ"/>
              </w:rPr>
            </w:pPr>
            <w:r w:rsidRPr="005F0CAC">
              <w:rPr>
                <w:rFonts w:ascii="Segoe UI" w:eastAsia="Times New Roman" w:hAnsi="Segoe UI" w:cs="Segoe UI"/>
                <w:b/>
                <w:color w:val="656565"/>
                <w:sz w:val="24"/>
                <w:szCs w:val="24"/>
                <w:lang w:eastAsia="en-NZ"/>
              </w:rPr>
              <w:t>New GOAL:</w:t>
            </w:r>
          </w:p>
          <w:p w:rsidR="00FD2D9F" w:rsidRPr="005F0CAC" w:rsidRDefault="00FD2D9F" w:rsidP="00FD2D9F">
            <w:pPr>
              <w:spacing w:after="0" w:line="240" w:lineRule="auto"/>
              <w:rPr>
                <w:rFonts w:ascii="Segoe UI" w:eastAsia="Times New Roman" w:hAnsi="Segoe UI" w:cs="Segoe UI"/>
                <w:b/>
                <w:color w:val="656565"/>
                <w:sz w:val="24"/>
                <w:szCs w:val="24"/>
                <w:lang w:eastAsia="en-NZ"/>
              </w:rPr>
            </w:pPr>
          </w:p>
        </w:tc>
      </w:tr>
      <w:tr w:rsidR="00FD2D9F" w:rsidRPr="00850672" w:rsidTr="00FD2D9F">
        <w:trPr>
          <w:tblCellSpacing w:w="15" w:type="dxa"/>
        </w:trPr>
        <w:tc>
          <w:tcPr>
            <w:tcW w:w="0" w:type="auto"/>
            <w:shd w:val="clear" w:color="auto" w:fill="DAEEF3" w:themeFill="accent5" w:themeFillTint="33"/>
            <w:vAlign w:val="center"/>
            <w:hideMark/>
          </w:tcPr>
          <w:p w:rsidR="00FD2D9F" w:rsidRPr="005F0CAC" w:rsidRDefault="00FD2D9F" w:rsidP="00FD2D9F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</w:pPr>
            <w:r w:rsidRPr="005F0CAC"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  <w:t>Actions:</w:t>
            </w:r>
          </w:p>
          <w:p w:rsidR="00FD2D9F" w:rsidRPr="005F0CAC" w:rsidRDefault="00FD2D9F" w:rsidP="00FD2D9F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</w:pPr>
          </w:p>
          <w:p w:rsidR="00FD2D9F" w:rsidRPr="005F0CAC" w:rsidRDefault="00FD2D9F" w:rsidP="00FD2D9F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4"/>
                <w:szCs w:val="24"/>
                <w:lang w:eastAsia="en-NZ"/>
              </w:rPr>
            </w:pPr>
            <w:r w:rsidRPr="005F0CAC"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  <w:br/>
            </w:r>
          </w:p>
        </w:tc>
      </w:tr>
    </w:tbl>
    <w:p w:rsidR="00FD2D9F" w:rsidRDefault="00FD2D9F" w:rsidP="00FD2D9F"/>
    <w:tbl>
      <w:tblPr>
        <w:tblW w:w="963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9"/>
      </w:tblGrid>
      <w:tr w:rsidR="00FD2D9F" w:rsidRPr="005F0CAC" w:rsidTr="00FD2D9F">
        <w:trPr>
          <w:tblCellSpacing w:w="15" w:type="dxa"/>
        </w:trPr>
        <w:tc>
          <w:tcPr>
            <w:tcW w:w="0" w:type="auto"/>
            <w:shd w:val="clear" w:color="auto" w:fill="92CDDC" w:themeFill="accent5" w:themeFillTint="99"/>
            <w:vAlign w:val="center"/>
            <w:hideMark/>
          </w:tcPr>
          <w:p w:rsidR="00FD2D9F" w:rsidRDefault="00FD2D9F" w:rsidP="00FD2D9F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</w:pPr>
            <w:r w:rsidRPr="005F0CAC"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  <w:t xml:space="preserve">End of year </w:t>
            </w:r>
            <w:r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  <w:t>Numeracy</w:t>
            </w:r>
            <w:r w:rsidRPr="005F0CAC"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  <w:t xml:space="preserve"> GOAL</w:t>
            </w:r>
            <w:r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  <w:t>: Have I Achieved My Goal</w:t>
            </w:r>
            <w:r w:rsidRPr="005F0CAC"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  <w:t>?</w:t>
            </w:r>
          </w:p>
          <w:p w:rsidR="00FD2D9F" w:rsidRDefault="00FD2D9F" w:rsidP="00FD2D9F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</w:pPr>
          </w:p>
          <w:p w:rsidR="00FD2D9F" w:rsidRPr="005F0CAC" w:rsidRDefault="00FD2D9F" w:rsidP="00FD2D9F">
            <w:pPr>
              <w:spacing w:after="0" w:line="240" w:lineRule="auto"/>
              <w:rPr>
                <w:rFonts w:ascii="Segoe UI" w:eastAsia="Times New Roman" w:hAnsi="Segoe UI" w:cs="Segoe UI"/>
                <w:b/>
                <w:color w:val="656565"/>
                <w:sz w:val="24"/>
                <w:szCs w:val="24"/>
                <w:lang w:eastAsia="en-NZ"/>
              </w:rPr>
            </w:pPr>
          </w:p>
        </w:tc>
      </w:tr>
      <w:tr w:rsidR="00FD2D9F" w:rsidRPr="005F0CAC" w:rsidTr="00FD2D9F">
        <w:trPr>
          <w:tblCellSpacing w:w="15" w:type="dxa"/>
        </w:trPr>
        <w:tc>
          <w:tcPr>
            <w:tcW w:w="0" w:type="auto"/>
            <w:shd w:val="clear" w:color="auto" w:fill="DAEEF3" w:themeFill="accent5" w:themeFillTint="33"/>
            <w:vAlign w:val="center"/>
            <w:hideMark/>
          </w:tcPr>
          <w:p w:rsidR="00FD2D9F" w:rsidRPr="005F0CAC" w:rsidRDefault="00FD2D9F" w:rsidP="00FD2D9F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</w:pPr>
            <w:r w:rsidRPr="005F0CAC"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  <w:t>What do I hope to achieve for the rest of the year and into next year?</w:t>
            </w:r>
          </w:p>
          <w:p w:rsidR="00FD2D9F" w:rsidRPr="005F0CAC" w:rsidRDefault="00FD2D9F" w:rsidP="00FD2D9F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</w:pPr>
          </w:p>
          <w:p w:rsidR="00FD2D9F" w:rsidRPr="005F0CAC" w:rsidRDefault="00FD2D9F" w:rsidP="00FD2D9F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4"/>
                <w:szCs w:val="24"/>
                <w:lang w:eastAsia="en-NZ"/>
              </w:rPr>
            </w:pPr>
            <w:r w:rsidRPr="005F0CAC"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  <w:br/>
            </w:r>
          </w:p>
        </w:tc>
      </w:tr>
    </w:tbl>
    <w:p w:rsidR="00FD2D9F" w:rsidRDefault="00FD2D9F" w:rsidP="00FD2D9F">
      <w:pPr>
        <w:spacing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en-NZ"/>
        </w:rPr>
      </w:pPr>
    </w:p>
    <w:p w:rsidR="00FD2D9F" w:rsidRDefault="00FD2D9F" w:rsidP="00FD2D9F">
      <w:pPr>
        <w:rPr>
          <w:rFonts w:ascii="Segoe UI" w:eastAsia="Times New Roman" w:hAnsi="Segoe UI" w:cs="Segoe UI"/>
          <w:color w:val="000000"/>
          <w:sz w:val="24"/>
          <w:szCs w:val="24"/>
          <w:lang w:eastAsia="en-NZ"/>
        </w:rPr>
      </w:pPr>
      <w:r>
        <w:rPr>
          <w:rFonts w:ascii="Segoe UI" w:eastAsia="Times New Roman" w:hAnsi="Segoe UI" w:cs="Segoe UI"/>
          <w:color w:val="000000"/>
          <w:sz w:val="24"/>
          <w:szCs w:val="24"/>
          <w:lang w:eastAsia="en-NZ"/>
        </w:rPr>
        <w:br w:type="page"/>
      </w:r>
    </w:p>
    <w:p w:rsidR="00FD2D9F" w:rsidRDefault="00FD2D9F"/>
    <w:p w:rsidR="00D818AA" w:rsidRPr="00850672" w:rsidRDefault="00D818AA" w:rsidP="00D818AA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656565"/>
          <w:sz w:val="16"/>
          <w:szCs w:val="16"/>
          <w:lang w:eastAsia="en-NZ"/>
        </w:rPr>
      </w:pPr>
      <w:bookmarkStart w:id="0" w:name="_GoBack"/>
      <w:r>
        <w:rPr>
          <w:noProof/>
          <w:lang w:eastAsia="en-NZ"/>
        </w:rPr>
        <w:drawing>
          <wp:anchor distT="0" distB="0" distL="114300" distR="114300" simplePos="0" relativeHeight="251660288" behindDoc="1" locked="0" layoutInCell="1" allowOverlap="1" wp14:anchorId="15D85388" wp14:editId="27094ADF">
            <wp:simplePos x="0" y="0"/>
            <wp:positionH relativeFrom="column">
              <wp:posOffset>4216400</wp:posOffset>
            </wp:positionH>
            <wp:positionV relativeFrom="paragraph">
              <wp:posOffset>-342265</wp:posOffset>
            </wp:positionV>
            <wp:extent cx="1790700" cy="1905000"/>
            <wp:effectExtent l="0" t="0" r="0" b="0"/>
            <wp:wrapSquare wrapText="bothSides"/>
            <wp:docPr id="7" name="Picture 7" descr="http://losaltos.salonesvirtuales.com/pluginfile.php/211/course/overviewfiles/NI%C3%91A%20LE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osaltos.salonesvirtuales.com/pluginfile.php/211/course/overviewfiles/NI%C3%91A%20LEER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850672">
        <w:rPr>
          <w:rFonts w:ascii="Segoe UI" w:eastAsia="Times New Roman" w:hAnsi="Segoe UI" w:cs="Segoe UI"/>
          <w:b/>
          <w:bCs/>
          <w:color w:val="656565"/>
          <w:sz w:val="39"/>
          <w:szCs w:val="39"/>
          <w:lang w:eastAsia="en-NZ"/>
        </w:rPr>
        <w:t xml:space="preserve">My </w:t>
      </w:r>
      <w:r>
        <w:rPr>
          <w:rFonts w:ascii="Segoe UI" w:eastAsia="Times New Roman" w:hAnsi="Segoe UI" w:cs="Segoe UI"/>
          <w:b/>
          <w:bCs/>
          <w:color w:val="656565"/>
          <w:sz w:val="39"/>
          <w:szCs w:val="39"/>
          <w:lang w:eastAsia="en-NZ"/>
        </w:rPr>
        <w:t xml:space="preserve">SMART Academic Goal </w:t>
      </w:r>
    </w:p>
    <w:p w:rsidR="005F0CAC" w:rsidRDefault="007611DE" w:rsidP="007611DE">
      <w:pPr>
        <w:spacing w:after="0" w:line="240" w:lineRule="auto"/>
      </w:pPr>
      <w:r>
        <w:t xml:space="preserve">Discuss </w:t>
      </w:r>
      <w:r w:rsidR="005F0CAC">
        <w:t xml:space="preserve">your third goal </w:t>
      </w:r>
      <w:r>
        <w:t xml:space="preserve">with your </w:t>
      </w:r>
      <w:r w:rsidR="005F0CAC">
        <w:t>academic coach</w:t>
      </w:r>
      <w:r>
        <w:t xml:space="preserve">. </w:t>
      </w:r>
    </w:p>
    <w:p w:rsidR="005F0CAC" w:rsidRDefault="007611DE" w:rsidP="007611DE">
      <w:pPr>
        <w:spacing w:after="0" w:line="240" w:lineRule="auto"/>
      </w:pPr>
      <w:r>
        <w:t>Think about what</w:t>
      </w:r>
      <w:r w:rsidR="005F0CAC">
        <w:t xml:space="preserve"> y</w:t>
      </w:r>
      <w:r>
        <w:t xml:space="preserve">ou need to do </w:t>
      </w:r>
      <w:r w:rsidR="00A60DC1">
        <w:t>to</w:t>
      </w:r>
      <w:r>
        <w:t xml:space="preserve"> help your learning.</w:t>
      </w:r>
      <w:r w:rsidR="005F0CAC">
        <w:t xml:space="preserve"> </w:t>
      </w:r>
    </w:p>
    <w:p w:rsidR="007611DE" w:rsidRDefault="005F0CAC" w:rsidP="00A60DC1">
      <w:pPr>
        <w:spacing w:after="0" w:line="240" w:lineRule="auto"/>
      </w:pPr>
      <w:r>
        <w:t>For example, attendance, homework, asking questions in class, study groups, etc.</w:t>
      </w:r>
    </w:p>
    <w:tbl>
      <w:tblPr>
        <w:tblW w:w="963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9"/>
      </w:tblGrid>
      <w:tr w:rsidR="00A545E3" w:rsidRPr="00437774" w:rsidTr="00FD2D9F">
        <w:trPr>
          <w:tblCellSpacing w:w="15" w:type="dxa"/>
        </w:trPr>
        <w:tc>
          <w:tcPr>
            <w:tcW w:w="0" w:type="auto"/>
            <w:shd w:val="clear" w:color="auto" w:fill="FABF8F" w:themeFill="accent6" w:themeFillTint="99"/>
            <w:vAlign w:val="center"/>
            <w:hideMark/>
          </w:tcPr>
          <w:p w:rsidR="00A545E3" w:rsidRPr="005F0CAC" w:rsidRDefault="00A545E3" w:rsidP="00A545E3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</w:pPr>
            <w:r w:rsidRPr="005F0CAC"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  <w:t>Start of year learning GOAL:</w:t>
            </w:r>
          </w:p>
          <w:p w:rsidR="00A545E3" w:rsidRPr="005F0CAC" w:rsidRDefault="00A545E3" w:rsidP="00FD2D9F">
            <w:pPr>
              <w:spacing w:after="0" w:line="240" w:lineRule="auto"/>
              <w:rPr>
                <w:rFonts w:ascii="Segoe UI" w:eastAsia="Times New Roman" w:hAnsi="Segoe UI" w:cs="Segoe UI"/>
                <w:b/>
                <w:color w:val="656565"/>
                <w:sz w:val="24"/>
                <w:szCs w:val="24"/>
                <w:lang w:eastAsia="en-NZ"/>
              </w:rPr>
            </w:pPr>
          </w:p>
        </w:tc>
      </w:tr>
      <w:tr w:rsidR="00A545E3" w:rsidRPr="00850672" w:rsidTr="00FD2D9F">
        <w:trPr>
          <w:tblCellSpacing w:w="15" w:type="dxa"/>
        </w:trPr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A545E3" w:rsidRPr="005F0CAC" w:rsidRDefault="00A545E3" w:rsidP="00FD2D9F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</w:pPr>
            <w:r w:rsidRPr="005F0CAC"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  <w:t>What do I need to do to achieve this:</w:t>
            </w:r>
          </w:p>
          <w:p w:rsidR="00A545E3" w:rsidRPr="005F0CAC" w:rsidRDefault="00A545E3" w:rsidP="00FD2D9F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4"/>
                <w:szCs w:val="24"/>
                <w:lang w:eastAsia="en-NZ"/>
              </w:rPr>
            </w:pPr>
            <w:r w:rsidRPr="005F0CAC"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  <w:br/>
            </w:r>
          </w:p>
        </w:tc>
      </w:tr>
    </w:tbl>
    <w:p w:rsidR="00A545E3" w:rsidRDefault="00A545E3" w:rsidP="007611DE"/>
    <w:tbl>
      <w:tblPr>
        <w:tblW w:w="963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9"/>
      </w:tblGrid>
      <w:tr w:rsidR="007611DE" w:rsidRPr="00437774" w:rsidTr="005F0CAC">
        <w:trPr>
          <w:tblCellSpacing w:w="15" w:type="dxa"/>
        </w:trPr>
        <w:tc>
          <w:tcPr>
            <w:tcW w:w="0" w:type="auto"/>
            <w:shd w:val="clear" w:color="auto" w:fill="FABF8F" w:themeFill="accent6" w:themeFillTint="99"/>
            <w:vAlign w:val="center"/>
            <w:hideMark/>
          </w:tcPr>
          <w:p w:rsidR="007611DE" w:rsidRPr="005F0CAC" w:rsidRDefault="007611DE" w:rsidP="00FD2D9F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</w:pPr>
            <w:r w:rsidRPr="005F0CAC"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  <w:t>Mid</w:t>
            </w:r>
            <w:r w:rsidR="005F0CAC" w:rsidRPr="005F0CAC"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  <w:t>-</w:t>
            </w:r>
            <w:r w:rsidRPr="005F0CAC"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  <w:t>Year Learning G</w:t>
            </w:r>
            <w:r w:rsidR="005F0CAC" w:rsidRPr="005F0CAC"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  <w:t>OAL</w:t>
            </w:r>
            <w:r w:rsidRPr="005F0CAC"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  <w:t xml:space="preserve">: Have I achieved my GOAL? Do I need to set a new GOAL? </w:t>
            </w:r>
          </w:p>
          <w:p w:rsidR="007611DE" w:rsidRPr="005F0CAC" w:rsidRDefault="005F0CAC" w:rsidP="00FD2D9F">
            <w:pPr>
              <w:spacing w:after="0" w:line="240" w:lineRule="auto"/>
              <w:rPr>
                <w:rFonts w:ascii="Segoe UI" w:eastAsia="Times New Roman" w:hAnsi="Segoe UI" w:cs="Segoe UI"/>
                <w:b/>
                <w:color w:val="656565"/>
                <w:sz w:val="24"/>
                <w:szCs w:val="24"/>
                <w:lang w:eastAsia="en-NZ"/>
              </w:rPr>
            </w:pPr>
            <w:r w:rsidRPr="005F0CAC">
              <w:rPr>
                <w:rFonts w:ascii="Segoe UI" w:eastAsia="Times New Roman" w:hAnsi="Segoe UI" w:cs="Segoe UI"/>
                <w:b/>
                <w:color w:val="656565"/>
                <w:sz w:val="24"/>
                <w:szCs w:val="24"/>
                <w:lang w:eastAsia="en-NZ"/>
              </w:rPr>
              <w:t>New GOAL</w:t>
            </w:r>
            <w:r w:rsidR="007611DE" w:rsidRPr="005F0CAC">
              <w:rPr>
                <w:rFonts w:ascii="Segoe UI" w:eastAsia="Times New Roman" w:hAnsi="Segoe UI" w:cs="Segoe UI"/>
                <w:b/>
                <w:color w:val="656565"/>
                <w:sz w:val="24"/>
                <w:szCs w:val="24"/>
                <w:lang w:eastAsia="en-NZ"/>
              </w:rPr>
              <w:t>:</w:t>
            </w:r>
          </w:p>
          <w:p w:rsidR="007611DE" w:rsidRPr="005F0CAC" w:rsidRDefault="007611DE" w:rsidP="00FD2D9F">
            <w:pPr>
              <w:spacing w:after="0" w:line="240" w:lineRule="auto"/>
              <w:rPr>
                <w:rFonts w:ascii="Segoe UI" w:eastAsia="Times New Roman" w:hAnsi="Segoe UI" w:cs="Segoe UI"/>
                <w:b/>
                <w:color w:val="656565"/>
                <w:sz w:val="24"/>
                <w:szCs w:val="24"/>
                <w:lang w:eastAsia="en-NZ"/>
              </w:rPr>
            </w:pPr>
          </w:p>
        </w:tc>
      </w:tr>
      <w:tr w:rsidR="007611DE" w:rsidRPr="00850672" w:rsidTr="005F0CAC">
        <w:trPr>
          <w:tblCellSpacing w:w="15" w:type="dxa"/>
        </w:trPr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7611DE" w:rsidRPr="005F0CAC" w:rsidRDefault="005F0CAC" w:rsidP="00FD2D9F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</w:pPr>
            <w:r w:rsidRPr="005F0CAC"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  <w:t>Actions:</w:t>
            </w:r>
          </w:p>
          <w:p w:rsidR="007611DE" w:rsidRPr="005F0CAC" w:rsidRDefault="007611DE" w:rsidP="00FD2D9F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</w:pPr>
          </w:p>
          <w:p w:rsidR="007611DE" w:rsidRPr="005F0CAC" w:rsidRDefault="007611DE" w:rsidP="00FD2D9F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4"/>
                <w:szCs w:val="24"/>
                <w:lang w:eastAsia="en-NZ"/>
              </w:rPr>
            </w:pPr>
            <w:r w:rsidRPr="005F0CAC"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  <w:br/>
            </w:r>
          </w:p>
        </w:tc>
      </w:tr>
    </w:tbl>
    <w:p w:rsidR="007611DE" w:rsidRDefault="007611DE" w:rsidP="007611DE"/>
    <w:tbl>
      <w:tblPr>
        <w:tblW w:w="963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9"/>
      </w:tblGrid>
      <w:tr w:rsidR="00A545E3" w:rsidRPr="005F0CAC" w:rsidTr="00FD2D9F">
        <w:trPr>
          <w:tblCellSpacing w:w="15" w:type="dxa"/>
        </w:trPr>
        <w:tc>
          <w:tcPr>
            <w:tcW w:w="0" w:type="auto"/>
            <w:shd w:val="clear" w:color="auto" w:fill="FABF8F" w:themeFill="accent6" w:themeFillTint="99"/>
            <w:vAlign w:val="center"/>
            <w:hideMark/>
          </w:tcPr>
          <w:p w:rsidR="00A545E3" w:rsidRDefault="00A545E3" w:rsidP="00FD2D9F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</w:pPr>
            <w:r w:rsidRPr="005F0CAC"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  <w:t>End of year GOAL</w:t>
            </w:r>
            <w:r w:rsidR="0093714C"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  <w:t>: Have I Achieved My Goal</w:t>
            </w:r>
            <w:r w:rsidRPr="005F0CAC"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  <w:t>?</w:t>
            </w:r>
          </w:p>
          <w:p w:rsidR="00A545E3" w:rsidRDefault="00A545E3" w:rsidP="00FD2D9F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</w:pPr>
          </w:p>
          <w:p w:rsidR="00A545E3" w:rsidRPr="005F0CAC" w:rsidRDefault="00A545E3" w:rsidP="00FD2D9F">
            <w:pPr>
              <w:spacing w:after="0" w:line="240" w:lineRule="auto"/>
              <w:rPr>
                <w:rFonts w:ascii="Segoe UI" w:eastAsia="Times New Roman" w:hAnsi="Segoe UI" w:cs="Segoe UI"/>
                <w:b/>
                <w:color w:val="656565"/>
                <w:sz w:val="24"/>
                <w:szCs w:val="24"/>
                <w:lang w:eastAsia="en-NZ"/>
              </w:rPr>
            </w:pPr>
          </w:p>
        </w:tc>
      </w:tr>
      <w:tr w:rsidR="00A545E3" w:rsidRPr="005F0CAC" w:rsidTr="00FD2D9F">
        <w:trPr>
          <w:tblCellSpacing w:w="15" w:type="dxa"/>
        </w:trPr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A545E3" w:rsidRPr="005F0CAC" w:rsidRDefault="00A545E3" w:rsidP="00A545E3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</w:pPr>
            <w:r w:rsidRPr="005F0CAC"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  <w:t>What do I hope to achieve for the rest of the year and into next year?</w:t>
            </w:r>
          </w:p>
          <w:p w:rsidR="00A545E3" w:rsidRPr="005F0CAC" w:rsidRDefault="00A545E3" w:rsidP="00FD2D9F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</w:pPr>
          </w:p>
          <w:p w:rsidR="00A545E3" w:rsidRPr="005F0CAC" w:rsidRDefault="00A545E3" w:rsidP="00FD2D9F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4"/>
                <w:szCs w:val="24"/>
                <w:lang w:eastAsia="en-NZ"/>
              </w:rPr>
            </w:pPr>
            <w:r w:rsidRPr="005F0CAC">
              <w:rPr>
                <w:rFonts w:ascii="Segoe UI" w:eastAsia="Times New Roman" w:hAnsi="Segoe UI" w:cs="Segoe UI"/>
                <w:b/>
                <w:bCs/>
                <w:color w:val="656565"/>
                <w:sz w:val="24"/>
                <w:szCs w:val="24"/>
                <w:lang w:eastAsia="en-NZ"/>
              </w:rPr>
              <w:br/>
            </w:r>
          </w:p>
        </w:tc>
      </w:tr>
    </w:tbl>
    <w:p w:rsidR="00A545E3" w:rsidRDefault="00A545E3" w:rsidP="007611DE"/>
    <w:p w:rsidR="00A545E3" w:rsidRDefault="00A545E3" w:rsidP="007611DE"/>
    <w:p w:rsidR="007611DE" w:rsidRPr="007611DE" w:rsidRDefault="007611DE" w:rsidP="007611DE"/>
    <w:sectPr w:rsidR="007611DE" w:rsidRPr="007611DE" w:rsidSect="007A0E36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88B" w:rsidRDefault="0098088B" w:rsidP="007A0E36">
      <w:pPr>
        <w:spacing w:after="0" w:line="240" w:lineRule="auto"/>
      </w:pPr>
      <w:r>
        <w:separator/>
      </w:r>
    </w:p>
  </w:endnote>
  <w:endnote w:type="continuationSeparator" w:id="0">
    <w:p w:rsidR="0098088B" w:rsidRDefault="0098088B" w:rsidP="007A0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88B" w:rsidRDefault="0098088B" w:rsidP="007A0E36">
      <w:pPr>
        <w:spacing w:after="0" w:line="240" w:lineRule="auto"/>
      </w:pPr>
      <w:r>
        <w:separator/>
      </w:r>
    </w:p>
  </w:footnote>
  <w:footnote w:type="continuationSeparator" w:id="0">
    <w:p w:rsidR="0098088B" w:rsidRDefault="0098088B" w:rsidP="007A0E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BF2"/>
    <w:rsid w:val="0006644E"/>
    <w:rsid w:val="000C310D"/>
    <w:rsid w:val="00122685"/>
    <w:rsid w:val="001F63F5"/>
    <w:rsid w:val="001F7C4F"/>
    <w:rsid w:val="00240230"/>
    <w:rsid w:val="00287ABC"/>
    <w:rsid w:val="002A66E1"/>
    <w:rsid w:val="002E76E1"/>
    <w:rsid w:val="00322581"/>
    <w:rsid w:val="00370E9A"/>
    <w:rsid w:val="0041666A"/>
    <w:rsid w:val="00437774"/>
    <w:rsid w:val="004D539E"/>
    <w:rsid w:val="00506A91"/>
    <w:rsid w:val="00557E2A"/>
    <w:rsid w:val="005F0CAC"/>
    <w:rsid w:val="005F725B"/>
    <w:rsid w:val="006346EB"/>
    <w:rsid w:val="00635316"/>
    <w:rsid w:val="007611DE"/>
    <w:rsid w:val="007A0E36"/>
    <w:rsid w:val="007A17B3"/>
    <w:rsid w:val="007C5A20"/>
    <w:rsid w:val="007D33FD"/>
    <w:rsid w:val="00850672"/>
    <w:rsid w:val="008567A9"/>
    <w:rsid w:val="00863D3B"/>
    <w:rsid w:val="008843E2"/>
    <w:rsid w:val="008A3149"/>
    <w:rsid w:val="008E0BF2"/>
    <w:rsid w:val="008E5DF5"/>
    <w:rsid w:val="0091416F"/>
    <w:rsid w:val="0093714C"/>
    <w:rsid w:val="0098088B"/>
    <w:rsid w:val="0098146D"/>
    <w:rsid w:val="00A35528"/>
    <w:rsid w:val="00A545E3"/>
    <w:rsid w:val="00A60DC1"/>
    <w:rsid w:val="00AE29A1"/>
    <w:rsid w:val="00AE6B23"/>
    <w:rsid w:val="00C41E2C"/>
    <w:rsid w:val="00C837EF"/>
    <w:rsid w:val="00D24436"/>
    <w:rsid w:val="00D30B50"/>
    <w:rsid w:val="00D7402C"/>
    <w:rsid w:val="00D818AA"/>
    <w:rsid w:val="00DE2960"/>
    <w:rsid w:val="00E21FAD"/>
    <w:rsid w:val="00E2368C"/>
    <w:rsid w:val="00E7459F"/>
    <w:rsid w:val="00E932A6"/>
    <w:rsid w:val="00F2678D"/>
    <w:rsid w:val="00F26CF4"/>
    <w:rsid w:val="00F33087"/>
    <w:rsid w:val="00F35838"/>
    <w:rsid w:val="00F7133E"/>
    <w:rsid w:val="00FD2D9F"/>
    <w:rsid w:val="00FF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7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E0B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Strong">
    <w:name w:val="Strong"/>
    <w:basedOn w:val="DefaultParagraphFont"/>
    <w:uiPriority w:val="22"/>
    <w:qFormat/>
    <w:rsid w:val="008E0BF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0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0672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850672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7A0E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0E36"/>
  </w:style>
  <w:style w:type="paragraph" w:styleId="Footer">
    <w:name w:val="footer"/>
    <w:basedOn w:val="Normal"/>
    <w:link w:val="FooterChar"/>
    <w:uiPriority w:val="99"/>
    <w:unhideWhenUsed/>
    <w:rsid w:val="007A0E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0E36"/>
  </w:style>
  <w:style w:type="table" w:styleId="TableGrid">
    <w:name w:val="Table Grid"/>
    <w:basedOn w:val="TableNormal"/>
    <w:uiPriority w:val="59"/>
    <w:rsid w:val="00D81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7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E0B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Strong">
    <w:name w:val="Strong"/>
    <w:basedOn w:val="DefaultParagraphFont"/>
    <w:uiPriority w:val="22"/>
    <w:qFormat/>
    <w:rsid w:val="008E0BF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0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0672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850672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7A0E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0E36"/>
  </w:style>
  <w:style w:type="paragraph" w:styleId="Footer">
    <w:name w:val="footer"/>
    <w:basedOn w:val="Normal"/>
    <w:link w:val="FooterChar"/>
    <w:uiPriority w:val="99"/>
    <w:unhideWhenUsed/>
    <w:rsid w:val="007A0E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0E36"/>
  </w:style>
  <w:style w:type="table" w:styleId="TableGrid">
    <w:name w:val="Table Grid"/>
    <w:basedOn w:val="TableNormal"/>
    <w:uiPriority w:val="59"/>
    <w:rsid w:val="00D81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32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73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C0C0C0"/>
              </w:divBdr>
              <w:divsChild>
                <w:div w:id="65858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5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0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02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69708">
                  <w:marLeft w:val="0"/>
                  <w:marRight w:val="300"/>
                  <w:marTop w:val="12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77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949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341250">
                              <w:marLeft w:val="12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545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0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043532">
                  <w:marLeft w:val="0"/>
                  <w:marRight w:val="300"/>
                  <w:marTop w:val="12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92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98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574051">
                              <w:marLeft w:val="12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22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9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85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614358">
                  <w:marLeft w:val="0"/>
                  <w:marRight w:val="300"/>
                  <w:marTop w:val="12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333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579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012990">
                              <w:marLeft w:val="12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20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2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554797">
                  <w:marLeft w:val="0"/>
                  <w:marRight w:val="300"/>
                  <w:marTop w:val="12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00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97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993342">
                              <w:marLeft w:val="12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6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7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21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730355">
                  <w:marLeft w:val="0"/>
                  <w:marRight w:val="300"/>
                  <w:marTop w:val="12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33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8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851408">
                              <w:marLeft w:val="120"/>
                              <w:marRight w:val="12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47722">
                              <w:marLeft w:val="12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4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86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7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988933">
                  <w:marLeft w:val="0"/>
                  <w:marRight w:val="300"/>
                  <w:marTop w:val="12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66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71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544855">
                              <w:marLeft w:val="12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1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9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64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785378">
                  <w:marLeft w:val="0"/>
                  <w:marRight w:val="300"/>
                  <w:marTop w:val="12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98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1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977657">
                              <w:marLeft w:val="12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5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6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C0C0C0"/>
              </w:divBdr>
              <w:divsChild>
                <w:div w:id="77059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St Dominic’s Catholic College Academic Goals for Year 7 - 10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47A23778</Template>
  <TotalTime>100</TotalTime>
  <Pages>3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Dominics College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Shiu</dc:creator>
  <cp:lastModifiedBy>Vicki Jones</cp:lastModifiedBy>
  <cp:revision>6</cp:revision>
  <cp:lastPrinted>2015-02-04T22:45:00Z</cp:lastPrinted>
  <dcterms:created xsi:type="dcterms:W3CDTF">2016-01-25T20:59:00Z</dcterms:created>
  <dcterms:modified xsi:type="dcterms:W3CDTF">2016-02-28T21:49:00Z</dcterms:modified>
</cp:coreProperties>
</file>